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Default="00972C3B" w:rsidP="009A54BB">
      <w:pPr>
        <w:rPr>
          <w:lang w:val="en-US"/>
        </w:rPr>
      </w:pPr>
      <w:bookmarkStart w:id="2" w:name="_Hlk5772298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14:paraId="2FD024E9" w14:textId="7D463E8B" w:rsidR="00972C3B" w:rsidRDefault="00972C3B" w:rsidP="009A54BB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</w:t>
      </w:r>
      <w:proofErr w:type="spellStart"/>
      <w:r w:rsidR="000869E8">
        <w:rPr>
          <w:lang w:val="en-US"/>
        </w:rPr>
        <w:t>elliptique</w:t>
      </w:r>
      <w:proofErr w:type="spellEnd"/>
      <w:r w:rsidRPr="00972C3B">
        <w:rPr>
          <w:lang w:val="en-US"/>
        </w:rPr>
        <w:t xml:space="preserve">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14:paraId="5F24CFF1" w14:textId="77777777" w:rsidR="00972C3B" w:rsidRDefault="00972C3B" w:rsidP="009A54BB">
      <w:pPr>
        <w:rPr>
          <w:lang w:val="nl-BE"/>
        </w:rPr>
      </w:pPr>
      <w:proofErr w:type="spellStart"/>
      <w:r w:rsidRPr="700B9F52">
        <w:rPr>
          <w:lang w:val="nl-BE"/>
        </w:rPr>
        <w:t>L’e</w:t>
      </w:r>
      <w:r w:rsidR="00BB530F" w:rsidRPr="700B9F52">
        <w:rPr>
          <w:lang w:val="nl-BE"/>
        </w:rPr>
        <w:t>n</w:t>
      </w:r>
      <w:r w:rsidRPr="700B9F52">
        <w:rPr>
          <w:lang w:val="nl-BE"/>
        </w:rPr>
        <w:t>tretien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est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optimal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grâce</w:t>
      </w:r>
      <w:proofErr w:type="spellEnd"/>
      <w:r w:rsidRPr="700B9F52">
        <w:rPr>
          <w:lang w:val="nl-BE"/>
        </w:rPr>
        <w:t xml:space="preserve"> à la </w:t>
      </w:r>
      <w:proofErr w:type="spellStart"/>
      <w:r w:rsidRPr="700B9F52">
        <w:rPr>
          <w:lang w:val="nl-BE"/>
        </w:rPr>
        <w:t>forme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entièrement</w:t>
      </w:r>
      <w:proofErr w:type="spellEnd"/>
      <w:r w:rsidRPr="700B9F52">
        <w:rPr>
          <w:lang w:val="nl-BE"/>
        </w:rPr>
        <w:t xml:space="preserve"> </w:t>
      </w:r>
      <w:proofErr w:type="spellStart"/>
      <w:r w:rsidRPr="700B9F52">
        <w:rPr>
          <w:lang w:val="nl-BE"/>
        </w:rPr>
        <w:t>arrondie</w:t>
      </w:r>
      <w:proofErr w:type="spellEnd"/>
      <w:r w:rsidRPr="700B9F52">
        <w:rPr>
          <w:lang w:val="nl-BE"/>
        </w:rPr>
        <w:t xml:space="preserve"> de </w:t>
      </w:r>
      <w:proofErr w:type="spellStart"/>
      <w:r w:rsidRPr="700B9F52">
        <w:rPr>
          <w:lang w:val="nl-BE"/>
        </w:rPr>
        <w:t>l’intérieur</w:t>
      </w:r>
      <w:proofErr w:type="spellEnd"/>
      <w:r w:rsidRPr="700B9F52">
        <w:rPr>
          <w:lang w:val="nl-BE"/>
        </w:rPr>
        <w:t xml:space="preserve"> de la </w:t>
      </w:r>
      <w:proofErr w:type="spellStart"/>
      <w:r w:rsidRPr="700B9F52">
        <w:rPr>
          <w:lang w:val="nl-BE"/>
        </w:rPr>
        <w:t>vasque</w:t>
      </w:r>
      <w:proofErr w:type="spellEnd"/>
      <w:r w:rsidRPr="700B9F52">
        <w:rPr>
          <w:lang w:val="nl-BE"/>
        </w:rPr>
        <w:t>.</w:t>
      </w:r>
    </w:p>
    <w:p w14:paraId="52551C42" w14:textId="77777777" w:rsidR="00A16A82" w:rsidRDefault="00972C3B" w:rsidP="009A54BB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="00474B8A" w:rsidRPr="00212515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="00474B8A" w:rsidRPr="00212515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14:paraId="1B7F809F" w14:textId="6DD8F8F1" w:rsidR="005C0018" w:rsidRPr="00A16A82" w:rsidRDefault="00A16A82" w:rsidP="009A54BB">
      <w:pPr>
        <w:rPr>
          <w:lang w:val="en-US"/>
        </w:rPr>
      </w:pPr>
      <w:r w:rsidRPr="00A16A82">
        <w:rPr>
          <w:lang w:val="en-US"/>
        </w:rPr>
        <w:t xml:space="preserve">La </w:t>
      </w:r>
      <w:proofErr w:type="spellStart"/>
      <w:r w:rsidRPr="00A16A82"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</w:p>
    <w:p w14:paraId="495E203F" w14:textId="2C587779" w:rsidR="00212515" w:rsidRPr="00212515" w:rsidRDefault="00212515" w:rsidP="009A54BB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413E9EE8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14:paraId="1A6307DF" w14:textId="77777777" w:rsidR="009A54BB" w:rsidRPr="001726EA" w:rsidRDefault="009A54BB" w:rsidP="009A54BB">
      <w:pPr>
        <w:rPr>
          <w:lang w:val="en-US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DB61F4" w:rsidRDefault="00DB61F4" w:rsidP="002F1A08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14:paraId="489D357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DB61F4" w:rsidRDefault="00DB61F4" w:rsidP="00DD0E11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="00DD0E11" w:rsidRPr="00DB61F4">
        <w:rPr>
          <w:lang w:val="en-US"/>
        </w:rPr>
        <w:t xml:space="preserve"> </w:t>
      </w:r>
    </w:p>
    <w:p w14:paraId="03B665D1" w14:textId="77777777" w:rsidR="00EC40BB" w:rsidRDefault="00EC40BB" w:rsidP="00DD0E11">
      <w:r>
        <w:t>EN14688</w:t>
      </w:r>
    </w:p>
    <w:p w14:paraId="076CAF96" w14:textId="14EBBCE4" w:rsidR="00DD0E11" w:rsidRDefault="00DB61F4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755685">
        <w:t>6</w:t>
      </w:r>
      <w:r w:rsidR="00557A4D">
        <w:t>0</w:t>
      </w:r>
      <w:r w:rsidR="005F4D52">
        <w:t>cm</w:t>
      </w:r>
    </w:p>
    <w:p w14:paraId="6F98CADB" w14:textId="77777777" w:rsidR="005F4D52" w:rsidRDefault="00DB61F4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53AB2AB2" w14:textId="77777777" w:rsidR="005F4D52" w:rsidRDefault="005F4D52" w:rsidP="00DD0E11">
      <w:proofErr w:type="spellStart"/>
      <w:r>
        <w:t>H</w:t>
      </w:r>
      <w:r w:rsidR="00DB61F4">
        <w:t>auteur</w:t>
      </w:r>
      <w:proofErr w:type="spellEnd"/>
      <w:r>
        <w:t>:</w:t>
      </w:r>
      <w:r>
        <w:tab/>
        <w:t>1</w:t>
      </w:r>
      <w:r w:rsidR="006C58D3">
        <w:t>7,8</w:t>
      </w:r>
      <w: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Default="00DB61F4" w:rsidP="009A54BB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14:paraId="13542398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14:paraId="1DE6396A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4355E04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64965F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3E988F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382607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2179A29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E81D289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576C2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800AA8C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9B8D8E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1C0BB1" w:rsidR="00CE5E0E" w:rsidRPr="00FF20C8" w:rsidRDefault="006C55A7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4F96056" wp14:editId="3F3A8601">
            <wp:extent cx="5977255" cy="3289300"/>
            <wp:effectExtent l="0" t="0" r="4445" b="63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8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5C0018">
      <w:rPr>
        <w:rFonts w:ascii="Arial" w:hAnsi="Arial" w:cs="Arial"/>
        <w:b/>
        <w:szCs w:val="24"/>
        <w:lang w:val="nl-BE"/>
      </w:rPr>
      <w:t>ovale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69BF5BA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69E8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5A7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5685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4EF0EB-04C2-4335-82B2-3D3969FA432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</TotalTime>
  <Pages>2</Pages>
  <Words>186</Words>
  <Characters>1027</Characters>
  <Application>Microsoft Office Word</Application>
  <DocSecurity>0</DocSecurity>
  <Lines>8</Lines>
  <Paragraphs>2</Paragraphs>
  <ScaleCrop>false</ScaleCrop>
  <Company>Geberit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2023-11-22T13:40:00Z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